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19D" w:rsidRPr="003B019D" w:rsidRDefault="003B019D" w:rsidP="003B019D">
      <w:pPr>
        <w:spacing w:beforeLines="50" w:before="156" w:afterLines="50" w:after="156"/>
        <w:jc w:val="left"/>
        <w:rPr>
          <w:b/>
          <w:color w:val="000000"/>
          <w:sz w:val="28"/>
          <w:szCs w:val="28"/>
        </w:rPr>
      </w:pPr>
      <w:r w:rsidRPr="003B019D">
        <w:rPr>
          <w:rFonts w:hint="eastAsia"/>
          <w:b/>
          <w:color w:val="000000"/>
          <w:sz w:val="28"/>
          <w:szCs w:val="28"/>
        </w:rPr>
        <w:t>附件</w:t>
      </w:r>
      <w:r w:rsidRPr="003B019D">
        <w:rPr>
          <w:b/>
          <w:color w:val="000000"/>
          <w:sz w:val="28"/>
          <w:szCs w:val="28"/>
        </w:rPr>
        <w:t>：优秀组织奖</w:t>
      </w:r>
      <w:r w:rsidRPr="003B019D">
        <w:rPr>
          <w:rFonts w:hint="eastAsia"/>
          <w:b/>
          <w:color w:val="000000"/>
          <w:sz w:val="28"/>
          <w:szCs w:val="28"/>
        </w:rPr>
        <w:t>获奖名单</w:t>
      </w:r>
    </w:p>
    <w:p w:rsidR="003B019D" w:rsidRPr="00515AD0" w:rsidRDefault="003B019D" w:rsidP="00FA4806">
      <w:pPr>
        <w:spacing w:beforeLines="50" w:before="156" w:afterLines="50" w:after="156"/>
        <w:jc w:val="left"/>
        <w:rPr>
          <w:b/>
          <w:color w:val="000000"/>
          <w:sz w:val="24"/>
          <w:szCs w:val="24"/>
        </w:rPr>
      </w:pPr>
      <w:r w:rsidRPr="00515AD0">
        <w:rPr>
          <w:rFonts w:hint="eastAsia"/>
          <w:b/>
          <w:color w:val="000000"/>
          <w:sz w:val="24"/>
          <w:szCs w:val="24"/>
        </w:rPr>
        <w:t>省级</w:t>
      </w:r>
      <w:r w:rsidRPr="00515AD0">
        <w:rPr>
          <w:b/>
          <w:color w:val="000000"/>
          <w:sz w:val="24"/>
          <w:szCs w:val="24"/>
        </w:rPr>
        <w:t>赛事组织</w:t>
      </w:r>
      <w:r w:rsidR="00FA4806" w:rsidRPr="00515AD0">
        <w:rPr>
          <w:rFonts w:hint="eastAsia"/>
          <w:b/>
          <w:color w:val="000000"/>
          <w:sz w:val="24"/>
          <w:szCs w:val="24"/>
        </w:rPr>
        <w:t>单位</w:t>
      </w:r>
    </w:p>
    <w:p w:rsidR="003B019D" w:rsidRPr="003B019D" w:rsidRDefault="003B019D" w:rsidP="003B019D">
      <w:pPr>
        <w:spacing w:line="360" w:lineRule="auto"/>
        <w:jc w:val="left"/>
        <w:rPr>
          <w:rFonts w:ascii="楷体" w:eastAsia="楷体" w:hAnsi="楷体"/>
          <w:sz w:val="24"/>
          <w:szCs w:val="24"/>
        </w:rPr>
      </w:pPr>
      <w:r w:rsidRPr="003B019D">
        <w:rPr>
          <w:rFonts w:ascii="楷体" w:eastAsia="楷体" w:hAnsi="楷体" w:hint="eastAsia"/>
          <w:sz w:val="24"/>
          <w:szCs w:val="24"/>
        </w:rPr>
        <w:t>河北省高等学校师资培训中心</w:t>
      </w:r>
    </w:p>
    <w:p w:rsidR="003B019D" w:rsidRPr="003B019D" w:rsidRDefault="003B019D" w:rsidP="003B019D">
      <w:pPr>
        <w:spacing w:line="360" w:lineRule="auto"/>
        <w:jc w:val="left"/>
        <w:rPr>
          <w:rFonts w:ascii="楷体" w:eastAsia="楷体" w:hAnsi="楷体"/>
          <w:sz w:val="24"/>
          <w:szCs w:val="24"/>
        </w:rPr>
      </w:pPr>
      <w:r w:rsidRPr="003B019D">
        <w:rPr>
          <w:rFonts w:ascii="楷体" w:eastAsia="楷体" w:hAnsi="楷体" w:hint="eastAsia"/>
          <w:sz w:val="24"/>
          <w:szCs w:val="24"/>
        </w:rPr>
        <w:t>黑龙江省高等学校师资培训中心</w:t>
      </w:r>
    </w:p>
    <w:p w:rsidR="003B019D" w:rsidRPr="003B019D" w:rsidRDefault="003B019D" w:rsidP="003B019D">
      <w:pPr>
        <w:spacing w:line="360" w:lineRule="auto"/>
        <w:jc w:val="left"/>
        <w:rPr>
          <w:rFonts w:ascii="楷体" w:eastAsia="楷体" w:hAnsi="楷体"/>
          <w:sz w:val="24"/>
          <w:szCs w:val="24"/>
        </w:rPr>
      </w:pPr>
      <w:r w:rsidRPr="003B019D">
        <w:rPr>
          <w:rFonts w:ascii="楷体" w:eastAsia="楷体" w:hAnsi="楷体" w:hint="eastAsia"/>
          <w:sz w:val="24"/>
          <w:szCs w:val="24"/>
        </w:rPr>
        <w:t>吉林省高等学校师资培训中心</w:t>
      </w:r>
    </w:p>
    <w:p w:rsidR="003B019D" w:rsidRPr="003B019D" w:rsidRDefault="003B019D" w:rsidP="003B019D">
      <w:pPr>
        <w:spacing w:line="360" w:lineRule="auto"/>
        <w:jc w:val="left"/>
        <w:rPr>
          <w:rFonts w:ascii="楷体" w:eastAsia="楷体" w:hAnsi="楷体"/>
          <w:sz w:val="24"/>
          <w:szCs w:val="24"/>
        </w:rPr>
      </w:pPr>
      <w:r w:rsidRPr="003B019D">
        <w:rPr>
          <w:rFonts w:ascii="楷体" w:eastAsia="楷体" w:hAnsi="楷体" w:hint="eastAsia"/>
          <w:sz w:val="24"/>
          <w:szCs w:val="24"/>
        </w:rPr>
        <w:t>教育部全国高校教师网络培训辽宁省分中心</w:t>
      </w:r>
      <w:r w:rsidRPr="003B019D">
        <w:rPr>
          <w:rFonts w:ascii="楷体" w:eastAsia="楷体" w:hAnsi="楷体"/>
          <w:sz w:val="24"/>
          <w:szCs w:val="24"/>
        </w:rPr>
        <w:tab/>
      </w:r>
    </w:p>
    <w:p w:rsidR="003B019D" w:rsidRPr="003B019D" w:rsidRDefault="003B019D" w:rsidP="003B019D">
      <w:pPr>
        <w:spacing w:line="360" w:lineRule="auto"/>
        <w:jc w:val="left"/>
        <w:rPr>
          <w:rFonts w:ascii="楷体" w:eastAsia="楷体" w:hAnsi="楷体"/>
          <w:sz w:val="24"/>
          <w:szCs w:val="24"/>
        </w:rPr>
      </w:pPr>
      <w:r w:rsidRPr="003B019D">
        <w:rPr>
          <w:rFonts w:ascii="楷体" w:eastAsia="楷体" w:hAnsi="楷体" w:hint="eastAsia"/>
          <w:sz w:val="24"/>
          <w:szCs w:val="24"/>
        </w:rPr>
        <w:t>山东省高等学校师资培训中心</w:t>
      </w:r>
    </w:p>
    <w:p w:rsidR="003B019D" w:rsidRPr="003B019D" w:rsidRDefault="003B019D" w:rsidP="003B019D">
      <w:pPr>
        <w:spacing w:line="360" w:lineRule="auto"/>
        <w:jc w:val="left"/>
        <w:rPr>
          <w:rFonts w:ascii="楷体" w:eastAsia="楷体" w:hAnsi="楷体"/>
          <w:sz w:val="24"/>
          <w:szCs w:val="24"/>
        </w:rPr>
      </w:pPr>
      <w:r w:rsidRPr="003B019D">
        <w:rPr>
          <w:rFonts w:ascii="楷体" w:eastAsia="楷体" w:hAnsi="楷体" w:hint="eastAsia"/>
          <w:sz w:val="24"/>
          <w:szCs w:val="24"/>
        </w:rPr>
        <w:t>内蒙古自治区高等学校教师培训中心</w:t>
      </w:r>
    </w:p>
    <w:p w:rsidR="003B019D" w:rsidRPr="003B019D" w:rsidRDefault="003B019D" w:rsidP="003B019D">
      <w:pPr>
        <w:spacing w:line="360" w:lineRule="auto"/>
        <w:jc w:val="left"/>
        <w:rPr>
          <w:rFonts w:ascii="楷体" w:eastAsia="楷体" w:hAnsi="楷体"/>
          <w:sz w:val="24"/>
          <w:szCs w:val="24"/>
        </w:rPr>
      </w:pPr>
      <w:r w:rsidRPr="003B019D">
        <w:rPr>
          <w:rFonts w:ascii="楷体" w:eastAsia="楷体" w:hAnsi="楷体" w:hint="eastAsia"/>
          <w:sz w:val="24"/>
          <w:szCs w:val="24"/>
        </w:rPr>
        <w:t>山西省高等学校师资培训中心</w:t>
      </w:r>
    </w:p>
    <w:p w:rsidR="003B019D" w:rsidRPr="003B019D" w:rsidRDefault="003B019D" w:rsidP="003B019D">
      <w:pPr>
        <w:spacing w:line="360" w:lineRule="auto"/>
        <w:jc w:val="left"/>
        <w:rPr>
          <w:rFonts w:ascii="楷体" w:eastAsia="楷体" w:hAnsi="楷体"/>
          <w:sz w:val="24"/>
          <w:szCs w:val="24"/>
        </w:rPr>
      </w:pPr>
      <w:r w:rsidRPr="003B019D">
        <w:rPr>
          <w:rFonts w:ascii="楷体" w:eastAsia="楷体" w:hAnsi="楷体" w:hint="eastAsia"/>
          <w:sz w:val="24"/>
          <w:szCs w:val="24"/>
        </w:rPr>
        <w:t>江苏省高等学校师资培训中心</w:t>
      </w:r>
    </w:p>
    <w:p w:rsidR="003B019D" w:rsidRPr="003B019D" w:rsidRDefault="003B019D" w:rsidP="003B019D">
      <w:pPr>
        <w:spacing w:line="360" w:lineRule="auto"/>
        <w:jc w:val="left"/>
        <w:rPr>
          <w:rFonts w:ascii="楷体" w:eastAsia="楷体" w:hAnsi="楷体"/>
          <w:sz w:val="24"/>
          <w:szCs w:val="24"/>
        </w:rPr>
      </w:pPr>
      <w:r w:rsidRPr="003B019D">
        <w:rPr>
          <w:rFonts w:ascii="楷体" w:eastAsia="楷体" w:hAnsi="楷体" w:hint="eastAsia"/>
          <w:sz w:val="24"/>
          <w:szCs w:val="24"/>
        </w:rPr>
        <w:t>江西省高等学校师资培训中心</w:t>
      </w:r>
    </w:p>
    <w:p w:rsidR="003B019D" w:rsidRPr="003B019D" w:rsidRDefault="003B019D" w:rsidP="003B019D">
      <w:pPr>
        <w:spacing w:line="360" w:lineRule="auto"/>
        <w:jc w:val="left"/>
        <w:rPr>
          <w:rFonts w:ascii="楷体" w:eastAsia="楷体" w:hAnsi="楷体"/>
          <w:sz w:val="24"/>
          <w:szCs w:val="24"/>
        </w:rPr>
      </w:pPr>
      <w:r w:rsidRPr="003B019D">
        <w:rPr>
          <w:rFonts w:ascii="楷体" w:eastAsia="楷体" w:hAnsi="楷体" w:hint="eastAsia"/>
          <w:sz w:val="24"/>
          <w:szCs w:val="24"/>
        </w:rPr>
        <w:t>安徽省高等学校师资培训中心</w:t>
      </w:r>
    </w:p>
    <w:p w:rsidR="003B019D" w:rsidRPr="003B019D" w:rsidRDefault="003B019D" w:rsidP="003B019D">
      <w:pPr>
        <w:spacing w:line="360" w:lineRule="auto"/>
        <w:jc w:val="left"/>
        <w:rPr>
          <w:rFonts w:ascii="楷体" w:eastAsia="楷体" w:hAnsi="楷体"/>
          <w:sz w:val="24"/>
          <w:szCs w:val="24"/>
        </w:rPr>
      </w:pPr>
      <w:r w:rsidRPr="003B019D">
        <w:rPr>
          <w:rFonts w:ascii="楷体" w:eastAsia="楷体" w:hAnsi="楷体" w:hint="eastAsia"/>
          <w:sz w:val="24"/>
          <w:szCs w:val="24"/>
        </w:rPr>
        <w:t>教育部全国高校教师网络培训杭州市分中心</w:t>
      </w:r>
    </w:p>
    <w:p w:rsidR="003B019D" w:rsidRPr="003B019D" w:rsidRDefault="003B019D" w:rsidP="003B019D">
      <w:pPr>
        <w:spacing w:line="360" w:lineRule="auto"/>
        <w:jc w:val="left"/>
        <w:rPr>
          <w:rFonts w:ascii="楷体" w:eastAsia="楷体" w:hAnsi="楷体"/>
          <w:sz w:val="24"/>
          <w:szCs w:val="24"/>
        </w:rPr>
      </w:pPr>
      <w:r w:rsidRPr="003B019D">
        <w:rPr>
          <w:rFonts w:ascii="楷体" w:eastAsia="楷体" w:hAnsi="楷体" w:hint="eastAsia"/>
          <w:sz w:val="24"/>
          <w:szCs w:val="24"/>
        </w:rPr>
        <w:t>教育部中南高师师资培训中心</w:t>
      </w:r>
    </w:p>
    <w:p w:rsidR="003B019D" w:rsidRPr="003B019D" w:rsidRDefault="003B019D" w:rsidP="003B019D">
      <w:pPr>
        <w:spacing w:line="360" w:lineRule="auto"/>
        <w:jc w:val="left"/>
        <w:rPr>
          <w:rFonts w:ascii="楷体" w:eastAsia="楷体" w:hAnsi="楷体"/>
          <w:sz w:val="24"/>
          <w:szCs w:val="24"/>
        </w:rPr>
      </w:pPr>
      <w:r w:rsidRPr="003B019D">
        <w:rPr>
          <w:rFonts w:ascii="楷体" w:eastAsia="楷体" w:hAnsi="楷体" w:hint="eastAsia"/>
          <w:sz w:val="24"/>
          <w:szCs w:val="24"/>
        </w:rPr>
        <w:t>湖南省高等学校师资培训中心</w:t>
      </w:r>
    </w:p>
    <w:p w:rsidR="003B019D" w:rsidRPr="003B019D" w:rsidRDefault="003B019D" w:rsidP="003B019D">
      <w:pPr>
        <w:spacing w:line="360" w:lineRule="auto"/>
        <w:jc w:val="left"/>
        <w:rPr>
          <w:rFonts w:ascii="楷体" w:eastAsia="楷体" w:hAnsi="楷体"/>
          <w:sz w:val="24"/>
          <w:szCs w:val="24"/>
        </w:rPr>
      </w:pPr>
      <w:r w:rsidRPr="003B019D">
        <w:rPr>
          <w:rFonts w:ascii="楷体" w:eastAsia="楷体" w:hAnsi="楷体" w:hint="eastAsia"/>
          <w:sz w:val="24"/>
          <w:szCs w:val="24"/>
        </w:rPr>
        <w:t xml:space="preserve">华南师范大学 </w:t>
      </w:r>
    </w:p>
    <w:p w:rsidR="003B019D" w:rsidRPr="003B019D" w:rsidRDefault="003B019D" w:rsidP="003B019D">
      <w:pPr>
        <w:spacing w:line="360" w:lineRule="auto"/>
        <w:jc w:val="left"/>
        <w:rPr>
          <w:rFonts w:ascii="楷体" w:eastAsia="楷体" w:hAnsi="楷体"/>
          <w:sz w:val="24"/>
          <w:szCs w:val="24"/>
        </w:rPr>
      </w:pPr>
      <w:r w:rsidRPr="003B019D">
        <w:rPr>
          <w:rFonts w:ascii="楷体" w:eastAsia="楷体" w:hAnsi="楷体" w:hint="eastAsia"/>
          <w:sz w:val="24"/>
          <w:szCs w:val="24"/>
        </w:rPr>
        <w:t xml:space="preserve">教育部全国高校教师网络培训南宁市分中心 </w:t>
      </w:r>
    </w:p>
    <w:p w:rsidR="003B019D" w:rsidRPr="003B019D" w:rsidRDefault="003B019D" w:rsidP="003B019D">
      <w:pPr>
        <w:spacing w:line="360" w:lineRule="auto"/>
        <w:jc w:val="left"/>
        <w:rPr>
          <w:rFonts w:ascii="楷体" w:eastAsia="楷体" w:hAnsi="楷体"/>
          <w:sz w:val="24"/>
          <w:szCs w:val="24"/>
        </w:rPr>
      </w:pPr>
      <w:r w:rsidRPr="003B019D">
        <w:rPr>
          <w:rFonts w:ascii="楷体" w:eastAsia="楷体" w:hAnsi="楷体" w:hint="eastAsia"/>
          <w:sz w:val="24"/>
          <w:szCs w:val="24"/>
        </w:rPr>
        <w:t>教育部全国高校教师网络培训重庆市分中心</w:t>
      </w:r>
    </w:p>
    <w:p w:rsidR="003B019D" w:rsidRPr="003B019D" w:rsidRDefault="003B019D" w:rsidP="003B019D">
      <w:pPr>
        <w:spacing w:line="360" w:lineRule="auto"/>
        <w:jc w:val="left"/>
        <w:rPr>
          <w:rFonts w:ascii="楷体" w:eastAsia="楷体" w:hAnsi="楷体"/>
          <w:sz w:val="24"/>
          <w:szCs w:val="24"/>
        </w:rPr>
      </w:pPr>
      <w:r w:rsidRPr="003B019D">
        <w:rPr>
          <w:rFonts w:ascii="楷体" w:eastAsia="楷体" w:hAnsi="楷体" w:hint="eastAsia"/>
          <w:sz w:val="24"/>
          <w:szCs w:val="24"/>
        </w:rPr>
        <w:t>四川大学</w:t>
      </w:r>
    </w:p>
    <w:p w:rsidR="003B019D" w:rsidRPr="003B019D" w:rsidRDefault="003B019D" w:rsidP="003B019D">
      <w:pPr>
        <w:spacing w:line="360" w:lineRule="auto"/>
        <w:jc w:val="left"/>
        <w:rPr>
          <w:rFonts w:ascii="楷体" w:eastAsia="楷体" w:hAnsi="楷体"/>
          <w:sz w:val="24"/>
          <w:szCs w:val="24"/>
        </w:rPr>
      </w:pPr>
      <w:r w:rsidRPr="003B019D">
        <w:rPr>
          <w:rFonts w:ascii="楷体" w:eastAsia="楷体" w:hAnsi="楷体" w:hint="eastAsia"/>
          <w:sz w:val="24"/>
          <w:szCs w:val="24"/>
        </w:rPr>
        <w:t>贵州大学</w:t>
      </w:r>
    </w:p>
    <w:p w:rsidR="003B019D" w:rsidRPr="003B019D" w:rsidRDefault="003B019D" w:rsidP="003B019D">
      <w:pPr>
        <w:spacing w:line="360" w:lineRule="auto"/>
        <w:jc w:val="left"/>
        <w:rPr>
          <w:rFonts w:ascii="楷体" w:eastAsia="楷体" w:hAnsi="楷体"/>
          <w:sz w:val="24"/>
          <w:szCs w:val="24"/>
        </w:rPr>
      </w:pPr>
      <w:r w:rsidRPr="003B019D">
        <w:rPr>
          <w:rFonts w:ascii="楷体" w:eastAsia="楷体" w:hAnsi="楷体" w:hint="eastAsia"/>
          <w:sz w:val="24"/>
          <w:szCs w:val="24"/>
        </w:rPr>
        <w:t>教育部西北高等学校师资培训中心</w:t>
      </w:r>
    </w:p>
    <w:p w:rsidR="003B019D" w:rsidRPr="003B019D" w:rsidRDefault="003B019D" w:rsidP="003B019D">
      <w:pPr>
        <w:spacing w:line="360" w:lineRule="auto"/>
        <w:jc w:val="left"/>
        <w:rPr>
          <w:rFonts w:ascii="楷体" w:eastAsia="楷体" w:hAnsi="楷体"/>
          <w:sz w:val="24"/>
          <w:szCs w:val="24"/>
        </w:rPr>
      </w:pPr>
      <w:r w:rsidRPr="003B019D">
        <w:rPr>
          <w:rFonts w:ascii="楷体" w:eastAsia="楷体" w:hAnsi="楷体" w:hint="eastAsia"/>
          <w:sz w:val="24"/>
          <w:szCs w:val="24"/>
        </w:rPr>
        <w:t>甘肃省高等学校师资培训中心</w:t>
      </w:r>
    </w:p>
    <w:p w:rsidR="003B019D" w:rsidRPr="003B019D" w:rsidRDefault="003B019D" w:rsidP="003B019D">
      <w:pPr>
        <w:spacing w:line="360" w:lineRule="auto"/>
        <w:jc w:val="left"/>
        <w:rPr>
          <w:rFonts w:ascii="楷体" w:eastAsia="楷体" w:hAnsi="楷体"/>
          <w:sz w:val="24"/>
          <w:szCs w:val="24"/>
        </w:rPr>
      </w:pPr>
      <w:r w:rsidRPr="003B019D">
        <w:rPr>
          <w:rFonts w:ascii="楷体" w:eastAsia="楷体" w:hAnsi="楷体" w:hint="eastAsia"/>
          <w:sz w:val="24"/>
          <w:szCs w:val="24"/>
        </w:rPr>
        <w:t>青海省高等学校师资培训中心</w:t>
      </w:r>
    </w:p>
    <w:p w:rsidR="003B019D" w:rsidRPr="003B019D" w:rsidRDefault="003B019D" w:rsidP="003B019D">
      <w:pPr>
        <w:spacing w:line="360" w:lineRule="auto"/>
        <w:jc w:val="left"/>
        <w:rPr>
          <w:rFonts w:ascii="楷体" w:eastAsia="楷体" w:hAnsi="楷体"/>
          <w:sz w:val="24"/>
          <w:szCs w:val="24"/>
        </w:rPr>
      </w:pPr>
      <w:r w:rsidRPr="003B019D">
        <w:rPr>
          <w:rFonts w:ascii="楷体" w:eastAsia="楷体" w:hAnsi="楷体" w:hint="eastAsia"/>
          <w:sz w:val="24"/>
          <w:szCs w:val="24"/>
        </w:rPr>
        <w:t xml:space="preserve">新疆维吾尔自治区高等学校师资培训中心 </w:t>
      </w:r>
    </w:p>
    <w:p w:rsidR="00515AD0" w:rsidRPr="00515AD0" w:rsidRDefault="00515AD0" w:rsidP="00515AD0">
      <w:pPr>
        <w:spacing w:beforeLines="100" w:before="312" w:afterLines="50" w:after="156" w:line="360" w:lineRule="auto"/>
        <w:rPr>
          <w:b/>
          <w:color w:val="000000"/>
          <w:sz w:val="24"/>
          <w:szCs w:val="24"/>
        </w:rPr>
      </w:pPr>
      <w:r w:rsidRPr="00515AD0">
        <w:rPr>
          <w:rFonts w:hint="eastAsia"/>
          <w:b/>
          <w:color w:val="000000"/>
          <w:sz w:val="24"/>
          <w:szCs w:val="24"/>
        </w:rPr>
        <w:t>校</w:t>
      </w:r>
      <w:r w:rsidRPr="00515AD0">
        <w:rPr>
          <w:rFonts w:hint="eastAsia"/>
          <w:b/>
          <w:color w:val="000000"/>
          <w:sz w:val="24"/>
          <w:szCs w:val="24"/>
        </w:rPr>
        <w:t>级</w:t>
      </w:r>
      <w:r w:rsidRPr="00515AD0">
        <w:rPr>
          <w:b/>
          <w:color w:val="000000"/>
          <w:sz w:val="24"/>
          <w:szCs w:val="24"/>
        </w:rPr>
        <w:t>赛事组织</w:t>
      </w:r>
      <w:r w:rsidRPr="00515AD0">
        <w:rPr>
          <w:rFonts w:hint="eastAsia"/>
          <w:b/>
          <w:color w:val="000000"/>
          <w:sz w:val="24"/>
          <w:szCs w:val="24"/>
        </w:rPr>
        <w:t>单位</w:t>
      </w:r>
    </w:p>
    <w:p w:rsidR="00771817" w:rsidRPr="00D97275" w:rsidRDefault="00771817" w:rsidP="00771817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 w:rsidRPr="00D97275">
        <w:rPr>
          <w:rFonts w:ascii="楷体" w:eastAsia="楷体" w:hAnsi="楷体" w:hint="eastAsia"/>
          <w:b/>
          <w:sz w:val="24"/>
          <w:szCs w:val="24"/>
        </w:rPr>
        <w:t>北京市</w:t>
      </w:r>
    </w:p>
    <w:p w:rsidR="00771817" w:rsidRDefault="00771817" w:rsidP="00771817">
      <w:pPr>
        <w:spacing w:line="360" w:lineRule="auto"/>
        <w:rPr>
          <w:rFonts w:ascii="楷体" w:eastAsia="楷体" w:hAnsi="楷体"/>
          <w:sz w:val="24"/>
          <w:szCs w:val="24"/>
        </w:rPr>
      </w:pPr>
      <w:r w:rsidRPr="00D97275">
        <w:rPr>
          <w:rFonts w:ascii="楷体" w:eastAsia="楷体" w:hAnsi="楷体" w:hint="eastAsia"/>
          <w:sz w:val="24"/>
          <w:szCs w:val="24"/>
        </w:rPr>
        <w:t>北京大学、北京协和医学院、北京工业大学、北京化工大学</w:t>
      </w:r>
    </w:p>
    <w:p w:rsidR="00771817" w:rsidRPr="00D97275" w:rsidRDefault="00771817" w:rsidP="00771817">
      <w:pPr>
        <w:spacing w:line="360" w:lineRule="auto"/>
        <w:rPr>
          <w:rFonts w:ascii="楷体" w:eastAsia="楷体" w:hAnsi="楷体"/>
          <w:b/>
          <w:sz w:val="24"/>
          <w:szCs w:val="24"/>
        </w:rPr>
      </w:pPr>
      <w:bookmarkStart w:id="0" w:name="_GoBack"/>
      <w:bookmarkEnd w:id="0"/>
      <w:r w:rsidRPr="00D97275">
        <w:rPr>
          <w:rFonts w:ascii="楷体" w:eastAsia="楷体" w:hAnsi="楷体" w:hint="eastAsia"/>
          <w:b/>
          <w:sz w:val="24"/>
          <w:szCs w:val="24"/>
        </w:rPr>
        <w:lastRenderedPageBreak/>
        <w:t>天津市</w:t>
      </w:r>
    </w:p>
    <w:p w:rsidR="00771817" w:rsidRPr="00D97275" w:rsidRDefault="00771817" w:rsidP="00771817">
      <w:pPr>
        <w:spacing w:line="360" w:lineRule="auto"/>
        <w:rPr>
          <w:rFonts w:ascii="楷体" w:eastAsia="楷体" w:hAnsi="楷体"/>
          <w:sz w:val="24"/>
          <w:szCs w:val="24"/>
        </w:rPr>
      </w:pPr>
      <w:r w:rsidRPr="00D97275">
        <w:rPr>
          <w:rFonts w:ascii="楷体" w:eastAsia="楷体" w:hAnsi="楷体" w:hint="eastAsia"/>
          <w:sz w:val="24"/>
          <w:szCs w:val="24"/>
        </w:rPr>
        <w:t>天津</w:t>
      </w:r>
      <w:r w:rsidRPr="00D97275">
        <w:rPr>
          <w:rFonts w:ascii="楷体" w:eastAsia="楷体" w:hAnsi="楷体"/>
          <w:sz w:val="24"/>
          <w:szCs w:val="24"/>
        </w:rPr>
        <w:t>工业大学、</w:t>
      </w:r>
      <w:r w:rsidRPr="00D97275">
        <w:rPr>
          <w:rFonts w:ascii="楷体" w:eastAsia="楷体" w:hAnsi="楷体" w:hint="eastAsia"/>
          <w:sz w:val="24"/>
          <w:szCs w:val="24"/>
        </w:rPr>
        <w:t>中国</w:t>
      </w:r>
      <w:r w:rsidRPr="00D97275">
        <w:rPr>
          <w:rFonts w:ascii="楷体" w:eastAsia="楷体" w:hAnsi="楷体"/>
          <w:sz w:val="24"/>
          <w:szCs w:val="24"/>
        </w:rPr>
        <w:t>民航大学、</w:t>
      </w:r>
      <w:r w:rsidRPr="00D97275">
        <w:rPr>
          <w:rFonts w:ascii="楷体" w:eastAsia="楷体" w:hAnsi="楷体" w:hint="eastAsia"/>
          <w:sz w:val="24"/>
          <w:szCs w:val="24"/>
        </w:rPr>
        <w:t>天津</w:t>
      </w:r>
      <w:r w:rsidRPr="00D97275">
        <w:rPr>
          <w:rFonts w:ascii="楷体" w:eastAsia="楷体" w:hAnsi="楷体"/>
          <w:sz w:val="24"/>
          <w:szCs w:val="24"/>
        </w:rPr>
        <w:t>现代职业技术学院</w:t>
      </w:r>
    </w:p>
    <w:p w:rsidR="00771817" w:rsidRPr="00D97275" w:rsidRDefault="00771817" w:rsidP="00771817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 w:rsidRPr="00D97275">
        <w:rPr>
          <w:rFonts w:ascii="楷体" w:eastAsia="楷体" w:hAnsi="楷体" w:hint="eastAsia"/>
          <w:b/>
          <w:sz w:val="24"/>
          <w:szCs w:val="24"/>
        </w:rPr>
        <w:t>上海市</w:t>
      </w:r>
    </w:p>
    <w:p w:rsidR="00771817" w:rsidRPr="00D42D22" w:rsidRDefault="00771817" w:rsidP="00771817">
      <w:pPr>
        <w:spacing w:line="360" w:lineRule="auto"/>
        <w:rPr>
          <w:rFonts w:ascii="楷体" w:eastAsia="楷体" w:hAnsi="楷体"/>
          <w:sz w:val="24"/>
          <w:szCs w:val="24"/>
        </w:rPr>
      </w:pPr>
      <w:r w:rsidRPr="00D42D22">
        <w:rPr>
          <w:rFonts w:ascii="楷体" w:eastAsia="楷体" w:hAnsi="楷体" w:hint="eastAsia"/>
          <w:sz w:val="24"/>
          <w:szCs w:val="24"/>
        </w:rPr>
        <w:t>同济</w:t>
      </w:r>
      <w:r w:rsidRPr="00D42D22">
        <w:rPr>
          <w:rFonts w:ascii="楷体" w:eastAsia="楷体" w:hAnsi="楷体"/>
          <w:sz w:val="24"/>
          <w:szCs w:val="24"/>
        </w:rPr>
        <w:t>大学、</w:t>
      </w:r>
      <w:r w:rsidRPr="00D42D22">
        <w:rPr>
          <w:rFonts w:ascii="楷体" w:eastAsia="楷体" w:hAnsi="楷体" w:hint="eastAsia"/>
          <w:sz w:val="24"/>
          <w:szCs w:val="24"/>
        </w:rPr>
        <w:t>上海开放大学、上海海洋大学</w:t>
      </w:r>
    </w:p>
    <w:p w:rsidR="00771817" w:rsidRPr="00D42D22" w:rsidRDefault="00771817" w:rsidP="00771817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 w:rsidRPr="00D42D22">
        <w:rPr>
          <w:rFonts w:ascii="楷体" w:eastAsia="楷体" w:hAnsi="楷体" w:hint="eastAsia"/>
          <w:b/>
          <w:sz w:val="24"/>
          <w:szCs w:val="24"/>
        </w:rPr>
        <w:t>河北省</w:t>
      </w:r>
    </w:p>
    <w:p w:rsidR="00771817" w:rsidRPr="00D42D22" w:rsidRDefault="00771817" w:rsidP="00771817">
      <w:pPr>
        <w:spacing w:line="360" w:lineRule="auto"/>
        <w:rPr>
          <w:rFonts w:ascii="楷体" w:eastAsia="楷体" w:hAnsi="楷体"/>
          <w:sz w:val="24"/>
          <w:szCs w:val="24"/>
        </w:rPr>
      </w:pPr>
      <w:r w:rsidRPr="00D42D22">
        <w:rPr>
          <w:rFonts w:ascii="楷体" w:eastAsia="楷体" w:hAnsi="楷体" w:hint="eastAsia"/>
          <w:sz w:val="24"/>
          <w:szCs w:val="24"/>
        </w:rPr>
        <w:t>河北师范大学、河北联合大学、河北科技大学、沧州医学高等专科学校</w:t>
      </w:r>
    </w:p>
    <w:p w:rsidR="00771817" w:rsidRPr="00D42D22" w:rsidRDefault="00771817" w:rsidP="00771817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 w:rsidRPr="00D42D22">
        <w:rPr>
          <w:rFonts w:ascii="楷体" w:eastAsia="楷体" w:hAnsi="楷体" w:hint="eastAsia"/>
          <w:b/>
          <w:sz w:val="24"/>
          <w:szCs w:val="24"/>
        </w:rPr>
        <w:t>山东省</w:t>
      </w:r>
    </w:p>
    <w:p w:rsidR="00771817" w:rsidRPr="00D42D22" w:rsidRDefault="00771817" w:rsidP="00771817">
      <w:pPr>
        <w:spacing w:line="360" w:lineRule="auto"/>
        <w:rPr>
          <w:rFonts w:ascii="楷体" w:eastAsia="楷体" w:hAnsi="楷体"/>
          <w:sz w:val="24"/>
          <w:szCs w:val="24"/>
        </w:rPr>
      </w:pPr>
      <w:r w:rsidRPr="00D42D22">
        <w:rPr>
          <w:rFonts w:ascii="楷体" w:eastAsia="楷体" w:hAnsi="楷体" w:hint="eastAsia"/>
          <w:sz w:val="24"/>
          <w:szCs w:val="24"/>
        </w:rPr>
        <w:t>山东大学、曲阜师范大学、山东</w:t>
      </w:r>
      <w:r w:rsidRPr="00D42D22">
        <w:rPr>
          <w:rFonts w:ascii="楷体" w:eastAsia="楷体" w:hAnsi="楷体"/>
          <w:sz w:val="24"/>
          <w:szCs w:val="24"/>
        </w:rPr>
        <w:t>科技大学、</w:t>
      </w:r>
      <w:r w:rsidRPr="00D42D22">
        <w:rPr>
          <w:rFonts w:ascii="楷体" w:eastAsia="楷体" w:hAnsi="楷体" w:hint="eastAsia"/>
          <w:sz w:val="24"/>
          <w:szCs w:val="24"/>
        </w:rPr>
        <w:t>山东交通学院、菏泽学院、淄博职业学院、青岛黄海学院、威海职业学院、济宁学院、潍坊职业学院</w:t>
      </w:r>
    </w:p>
    <w:p w:rsidR="00771817" w:rsidRPr="00D42D22" w:rsidRDefault="00771817" w:rsidP="00771817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 w:rsidRPr="00D42D22">
        <w:rPr>
          <w:rFonts w:ascii="楷体" w:eastAsia="楷体" w:hAnsi="楷体" w:hint="eastAsia"/>
          <w:b/>
          <w:sz w:val="24"/>
          <w:szCs w:val="24"/>
        </w:rPr>
        <w:t>山西省</w:t>
      </w:r>
    </w:p>
    <w:p w:rsidR="00771817" w:rsidRPr="00D42D22" w:rsidRDefault="00771817" w:rsidP="00771817">
      <w:pPr>
        <w:spacing w:line="360" w:lineRule="auto"/>
        <w:rPr>
          <w:rFonts w:ascii="楷体" w:eastAsia="楷体" w:hAnsi="楷体"/>
          <w:sz w:val="24"/>
          <w:szCs w:val="24"/>
        </w:rPr>
      </w:pPr>
      <w:r w:rsidRPr="00D42D22">
        <w:rPr>
          <w:rFonts w:ascii="楷体" w:eastAsia="楷体" w:hAnsi="楷体" w:hint="eastAsia"/>
          <w:sz w:val="24"/>
          <w:szCs w:val="24"/>
        </w:rPr>
        <w:t>山西医科大学、山西师范大学、山西大同大学、长治医学院</w:t>
      </w:r>
      <w:r w:rsidRPr="00D42D22">
        <w:rPr>
          <w:rFonts w:ascii="楷体" w:eastAsia="楷体" w:hAnsi="楷体"/>
          <w:sz w:val="24"/>
          <w:szCs w:val="24"/>
        </w:rPr>
        <w:t>、</w:t>
      </w:r>
      <w:r w:rsidRPr="00D42D22">
        <w:rPr>
          <w:rFonts w:ascii="楷体" w:eastAsia="楷体" w:hAnsi="楷体" w:hint="eastAsia"/>
          <w:sz w:val="24"/>
          <w:szCs w:val="24"/>
        </w:rPr>
        <w:t>晋中</w:t>
      </w:r>
      <w:r w:rsidRPr="00D42D22">
        <w:rPr>
          <w:rFonts w:ascii="楷体" w:eastAsia="楷体" w:hAnsi="楷体"/>
          <w:sz w:val="24"/>
          <w:szCs w:val="24"/>
        </w:rPr>
        <w:t>职业技术</w:t>
      </w:r>
      <w:r w:rsidRPr="00D42D22">
        <w:rPr>
          <w:rFonts w:ascii="楷体" w:eastAsia="楷体" w:hAnsi="楷体" w:hint="eastAsia"/>
          <w:sz w:val="24"/>
          <w:szCs w:val="24"/>
        </w:rPr>
        <w:t>学院</w:t>
      </w:r>
    </w:p>
    <w:p w:rsidR="00771817" w:rsidRPr="00D42D22" w:rsidRDefault="00771817" w:rsidP="00771817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 w:rsidRPr="00D42D22">
        <w:rPr>
          <w:rFonts w:ascii="楷体" w:eastAsia="楷体" w:hAnsi="楷体" w:hint="eastAsia"/>
          <w:b/>
          <w:sz w:val="24"/>
          <w:szCs w:val="24"/>
        </w:rPr>
        <w:t>黑龙江省</w:t>
      </w:r>
    </w:p>
    <w:p w:rsidR="00771817" w:rsidRPr="00D42D22" w:rsidRDefault="00771817" w:rsidP="00771817">
      <w:pPr>
        <w:spacing w:line="360" w:lineRule="auto"/>
        <w:rPr>
          <w:rFonts w:ascii="楷体" w:eastAsia="楷体" w:hAnsi="楷体"/>
          <w:sz w:val="24"/>
          <w:szCs w:val="24"/>
        </w:rPr>
      </w:pPr>
      <w:r w:rsidRPr="00D42D22">
        <w:rPr>
          <w:rFonts w:ascii="楷体" w:eastAsia="楷体" w:hAnsi="楷体" w:hint="eastAsia"/>
          <w:sz w:val="24"/>
          <w:szCs w:val="24"/>
        </w:rPr>
        <w:t>哈尔滨师范大学、东北</w:t>
      </w:r>
      <w:r w:rsidRPr="00D42D22">
        <w:rPr>
          <w:rFonts w:ascii="楷体" w:eastAsia="楷体" w:hAnsi="楷体"/>
          <w:sz w:val="24"/>
          <w:szCs w:val="24"/>
        </w:rPr>
        <w:t>林业大学、</w:t>
      </w:r>
      <w:r w:rsidRPr="00D42D22">
        <w:rPr>
          <w:rFonts w:ascii="楷体" w:eastAsia="楷体" w:hAnsi="楷体" w:hint="eastAsia"/>
          <w:sz w:val="24"/>
          <w:szCs w:val="24"/>
        </w:rPr>
        <w:t>东北农业大学</w:t>
      </w:r>
    </w:p>
    <w:p w:rsidR="00771817" w:rsidRPr="00D42D22" w:rsidRDefault="00771817" w:rsidP="00771817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 w:rsidRPr="00D42D22">
        <w:rPr>
          <w:rFonts w:ascii="楷体" w:eastAsia="楷体" w:hAnsi="楷体" w:hint="eastAsia"/>
          <w:b/>
          <w:sz w:val="24"/>
          <w:szCs w:val="24"/>
        </w:rPr>
        <w:t>吉林省</w:t>
      </w:r>
    </w:p>
    <w:p w:rsidR="00771817" w:rsidRPr="00D42D22" w:rsidRDefault="00771817" w:rsidP="00771817">
      <w:pPr>
        <w:spacing w:line="360" w:lineRule="auto"/>
        <w:rPr>
          <w:rFonts w:ascii="楷体" w:eastAsia="楷体" w:hAnsi="楷体"/>
          <w:sz w:val="24"/>
          <w:szCs w:val="24"/>
        </w:rPr>
      </w:pPr>
      <w:r w:rsidRPr="00D42D22">
        <w:rPr>
          <w:rFonts w:ascii="楷体" w:eastAsia="楷体" w:hAnsi="楷体" w:hint="eastAsia"/>
          <w:sz w:val="24"/>
          <w:szCs w:val="24"/>
        </w:rPr>
        <w:t>吉林</w:t>
      </w:r>
      <w:r w:rsidRPr="00D42D22">
        <w:rPr>
          <w:rFonts w:ascii="楷体" w:eastAsia="楷体" w:hAnsi="楷体"/>
          <w:sz w:val="24"/>
          <w:szCs w:val="24"/>
        </w:rPr>
        <w:t>大学、</w:t>
      </w:r>
      <w:r w:rsidRPr="00D42D22">
        <w:rPr>
          <w:rFonts w:ascii="楷体" w:eastAsia="楷体" w:hAnsi="楷体" w:hint="eastAsia"/>
          <w:sz w:val="24"/>
          <w:szCs w:val="24"/>
        </w:rPr>
        <w:t>长春工程学院、</w:t>
      </w:r>
      <w:r w:rsidRPr="00D42D22">
        <w:rPr>
          <w:rFonts w:ascii="楷体" w:eastAsia="楷体" w:hAnsi="楷体"/>
          <w:sz w:val="24"/>
          <w:szCs w:val="24"/>
        </w:rPr>
        <w:t>长春理工大学</w:t>
      </w:r>
    </w:p>
    <w:p w:rsidR="00771817" w:rsidRPr="00D42D22" w:rsidRDefault="00771817" w:rsidP="00771817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 w:rsidRPr="00D42D22">
        <w:rPr>
          <w:rFonts w:ascii="楷体" w:eastAsia="楷体" w:hAnsi="楷体" w:hint="eastAsia"/>
          <w:b/>
          <w:sz w:val="24"/>
          <w:szCs w:val="24"/>
        </w:rPr>
        <w:t>辽宁省</w:t>
      </w:r>
    </w:p>
    <w:p w:rsidR="00771817" w:rsidRPr="00D42D22" w:rsidRDefault="00771817" w:rsidP="00771817">
      <w:pPr>
        <w:spacing w:line="360" w:lineRule="auto"/>
        <w:rPr>
          <w:rFonts w:ascii="楷体" w:eastAsia="楷体" w:hAnsi="楷体"/>
          <w:sz w:val="24"/>
          <w:szCs w:val="24"/>
        </w:rPr>
      </w:pPr>
      <w:r w:rsidRPr="00D42D22">
        <w:rPr>
          <w:rFonts w:ascii="楷体" w:eastAsia="楷体" w:hAnsi="楷体" w:hint="eastAsia"/>
          <w:sz w:val="24"/>
          <w:szCs w:val="24"/>
        </w:rPr>
        <w:t>大连理工大学、东北大学、辽宁科技大学、</w:t>
      </w:r>
      <w:r w:rsidRPr="00D42D22">
        <w:rPr>
          <w:rFonts w:ascii="楷体" w:eastAsia="楷体" w:hAnsi="楷体"/>
          <w:sz w:val="24"/>
          <w:szCs w:val="24"/>
        </w:rPr>
        <w:t>大连大学</w:t>
      </w:r>
    </w:p>
    <w:p w:rsidR="00F71831" w:rsidRPr="00D42D22" w:rsidRDefault="00F71831" w:rsidP="00F71831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 w:rsidRPr="00D42D22">
        <w:rPr>
          <w:rFonts w:ascii="楷体" w:eastAsia="楷体" w:hAnsi="楷体" w:hint="eastAsia"/>
          <w:b/>
          <w:sz w:val="24"/>
          <w:szCs w:val="24"/>
        </w:rPr>
        <w:t>内蒙古自治区</w:t>
      </w:r>
    </w:p>
    <w:p w:rsidR="00F71831" w:rsidRPr="00D42D22" w:rsidRDefault="00F71831" w:rsidP="00F71831">
      <w:pPr>
        <w:spacing w:line="360" w:lineRule="auto"/>
        <w:rPr>
          <w:rFonts w:ascii="楷体" w:eastAsia="楷体" w:hAnsi="楷体"/>
          <w:sz w:val="24"/>
          <w:szCs w:val="24"/>
        </w:rPr>
      </w:pPr>
      <w:r w:rsidRPr="00D42D22">
        <w:rPr>
          <w:rFonts w:ascii="楷体" w:eastAsia="楷体" w:hAnsi="楷体" w:hint="eastAsia"/>
          <w:sz w:val="24"/>
          <w:szCs w:val="24"/>
        </w:rPr>
        <w:t>内蒙古医科大学、包头轻工职业技术学院</w:t>
      </w:r>
    </w:p>
    <w:p w:rsidR="00771817" w:rsidRPr="00D42D22" w:rsidRDefault="00771817" w:rsidP="00771817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 w:rsidRPr="00D42D22">
        <w:rPr>
          <w:rFonts w:ascii="楷体" w:eastAsia="楷体" w:hAnsi="楷体" w:hint="eastAsia"/>
          <w:b/>
          <w:sz w:val="24"/>
          <w:szCs w:val="24"/>
        </w:rPr>
        <w:t>江苏省</w:t>
      </w:r>
    </w:p>
    <w:p w:rsidR="00771817" w:rsidRPr="00D42D22" w:rsidRDefault="00771817" w:rsidP="00771817">
      <w:pPr>
        <w:spacing w:line="360" w:lineRule="auto"/>
        <w:rPr>
          <w:rFonts w:ascii="楷体" w:eastAsia="楷体" w:hAnsi="楷体"/>
          <w:sz w:val="24"/>
          <w:szCs w:val="24"/>
        </w:rPr>
      </w:pPr>
      <w:r w:rsidRPr="00D42D22">
        <w:rPr>
          <w:rFonts w:ascii="楷体" w:eastAsia="楷体" w:hAnsi="楷体" w:hint="eastAsia"/>
          <w:sz w:val="24"/>
          <w:szCs w:val="24"/>
        </w:rPr>
        <w:t>南京</w:t>
      </w:r>
      <w:r w:rsidRPr="00D42D22">
        <w:rPr>
          <w:rFonts w:ascii="楷体" w:eastAsia="楷体" w:hAnsi="楷体"/>
          <w:sz w:val="24"/>
          <w:szCs w:val="24"/>
        </w:rPr>
        <w:t>师范大学、</w:t>
      </w:r>
      <w:r w:rsidRPr="00D42D22">
        <w:rPr>
          <w:rFonts w:ascii="楷体" w:eastAsia="楷体" w:hAnsi="楷体" w:hint="eastAsia"/>
          <w:sz w:val="24"/>
          <w:szCs w:val="24"/>
        </w:rPr>
        <w:t>东南大学、淮阴师范学院、常州大学、常州纺织服装职业技术学院、南京工业职业技术学院</w:t>
      </w:r>
    </w:p>
    <w:p w:rsidR="00771817" w:rsidRPr="00D42D22" w:rsidRDefault="00771817" w:rsidP="00771817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 w:rsidRPr="00D42D22">
        <w:rPr>
          <w:rFonts w:ascii="楷体" w:eastAsia="楷体" w:hAnsi="楷体" w:hint="eastAsia"/>
          <w:b/>
          <w:sz w:val="24"/>
          <w:szCs w:val="24"/>
        </w:rPr>
        <w:t>浙江省</w:t>
      </w:r>
    </w:p>
    <w:p w:rsidR="00771817" w:rsidRPr="00D42D22" w:rsidRDefault="00771817" w:rsidP="00771817">
      <w:pPr>
        <w:spacing w:line="360" w:lineRule="auto"/>
        <w:rPr>
          <w:rFonts w:ascii="楷体" w:eastAsia="楷体" w:hAnsi="楷体"/>
          <w:sz w:val="24"/>
          <w:szCs w:val="24"/>
        </w:rPr>
      </w:pPr>
      <w:r w:rsidRPr="00D42D22">
        <w:rPr>
          <w:rFonts w:ascii="楷体" w:eastAsia="楷体" w:hAnsi="楷体" w:hint="eastAsia"/>
          <w:sz w:val="24"/>
          <w:szCs w:val="24"/>
        </w:rPr>
        <w:t>杭州师范大学、湖州师范学院</w:t>
      </w:r>
    </w:p>
    <w:p w:rsidR="00771817" w:rsidRPr="00D42D22" w:rsidRDefault="00771817" w:rsidP="00771817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 w:rsidRPr="00D42D22">
        <w:rPr>
          <w:rFonts w:ascii="楷体" w:eastAsia="楷体" w:hAnsi="楷体" w:hint="eastAsia"/>
          <w:b/>
          <w:sz w:val="24"/>
          <w:szCs w:val="24"/>
        </w:rPr>
        <w:t>江西省</w:t>
      </w:r>
    </w:p>
    <w:p w:rsidR="00771817" w:rsidRPr="00D42D22" w:rsidRDefault="00771817" w:rsidP="00771817">
      <w:pPr>
        <w:spacing w:line="360" w:lineRule="auto"/>
        <w:rPr>
          <w:rFonts w:ascii="楷体" w:eastAsia="楷体" w:hAnsi="楷体"/>
          <w:sz w:val="24"/>
          <w:szCs w:val="24"/>
        </w:rPr>
      </w:pPr>
      <w:r w:rsidRPr="00D42D22">
        <w:rPr>
          <w:rFonts w:ascii="楷体" w:eastAsia="楷体" w:hAnsi="楷体" w:hint="eastAsia"/>
          <w:sz w:val="24"/>
          <w:szCs w:val="24"/>
        </w:rPr>
        <w:t>江西师范大学、九江学院、江西农业大学、南昌大学、赣南师范学院、</w:t>
      </w:r>
      <w:r w:rsidRPr="00D42D22">
        <w:rPr>
          <w:rFonts w:ascii="楷体" w:eastAsia="楷体" w:hAnsi="楷体"/>
          <w:sz w:val="24"/>
          <w:szCs w:val="24"/>
        </w:rPr>
        <w:t xml:space="preserve">江西工业工程职业学院 </w:t>
      </w:r>
    </w:p>
    <w:p w:rsidR="00771817" w:rsidRPr="00D42D22" w:rsidRDefault="00771817" w:rsidP="00771817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 w:rsidRPr="00D42D22">
        <w:rPr>
          <w:rFonts w:ascii="楷体" w:eastAsia="楷体" w:hAnsi="楷体" w:hint="eastAsia"/>
          <w:b/>
          <w:sz w:val="24"/>
          <w:szCs w:val="24"/>
        </w:rPr>
        <w:t>四川省</w:t>
      </w:r>
    </w:p>
    <w:p w:rsidR="00771817" w:rsidRPr="00D42D22" w:rsidRDefault="00771817" w:rsidP="00771817">
      <w:pPr>
        <w:spacing w:line="360" w:lineRule="auto"/>
        <w:rPr>
          <w:rFonts w:ascii="楷体" w:eastAsia="楷体" w:hAnsi="楷体"/>
          <w:sz w:val="24"/>
          <w:szCs w:val="24"/>
        </w:rPr>
      </w:pPr>
      <w:r w:rsidRPr="00D42D22">
        <w:rPr>
          <w:rFonts w:ascii="楷体" w:eastAsia="楷体" w:hAnsi="楷体" w:hint="eastAsia"/>
          <w:sz w:val="24"/>
          <w:szCs w:val="24"/>
        </w:rPr>
        <w:t>西南财经大学、成都</w:t>
      </w:r>
      <w:r w:rsidRPr="00D42D22">
        <w:rPr>
          <w:rFonts w:ascii="楷体" w:eastAsia="楷体" w:hAnsi="楷体"/>
          <w:sz w:val="24"/>
          <w:szCs w:val="24"/>
        </w:rPr>
        <w:t>理工大学、</w:t>
      </w:r>
      <w:r w:rsidRPr="00D42D22">
        <w:rPr>
          <w:rFonts w:ascii="楷体" w:eastAsia="楷体" w:hAnsi="楷体" w:hint="eastAsia"/>
          <w:sz w:val="24"/>
          <w:szCs w:val="24"/>
        </w:rPr>
        <w:t>成都</w:t>
      </w:r>
      <w:r w:rsidRPr="00D42D22">
        <w:rPr>
          <w:rFonts w:ascii="楷体" w:eastAsia="楷体" w:hAnsi="楷体"/>
          <w:sz w:val="24"/>
          <w:szCs w:val="24"/>
        </w:rPr>
        <w:t>师范</w:t>
      </w:r>
      <w:r w:rsidRPr="00D42D22">
        <w:rPr>
          <w:rFonts w:ascii="楷体" w:eastAsia="楷体" w:hAnsi="楷体" w:hint="eastAsia"/>
          <w:sz w:val="24"/>
          <w:szCs w:val="24"/>
        </w:rPr>
        <w:t>学院</w:t>
      </w:r>
    </w:p>
    <w:p w:rsidR="00771817" w:rsidRPr="00D42D22" w:rsidRDefault="00771817" w:rsidP="00771817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 w:rsidRPr="00D42D22">
        <w:rPr>
          <w:rFonts w:ascii="楷体" w:eastAsia="楷体" w:hAnsi="楷体" w:hint="eastAsia"/>
          <w:b/>
          <w:sz w:val="24"/>
          <w:szCs w:val="24"/>
        </w:rPr>
        <w:lastRenderedPageBreak/>
        <w:t>重庆市</w:t>
      </w:r>
    </w:p>
    <w:p w:rsidR="00771817" w:rsidRPr="00D42D22" w:rsidRDefault="00771817" w:rsidP="00771817">
      <w:pPr>
        <w:spacing w:line="360" w:lineRule="auto"/>
        <w:rPr>
          <w:rFonts w:ascii="楷体" w:eastAsia="楷体" w:hAnsi="楷体"/>
          <w:sz w:val="24"/>
          <w:szCs w:val="24"/>
        </w:rPr>
      </w:pPr>
      <w:r w:rsidRPr="00D42D22">
        <w:rPr>
          <w:rFonts w:ascii="楷体" w:eastAsia="楷体" w:hAnsi="楷体" w:hint="eastAsia"/>
          <w:sz w:val="24"/>
          <w:szCs w:val="24"/>
        </w:rPr>
        <w:t>重庆邮电大学</w:t>
      </w:r>
    </w:p>
    <w:p w:rsidR="00F71831" w:rsidRPr="00D42D22" w:rsidRDefault="00F71831" w:rsidP="00771817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 w:rsidRPr="00D42D22">
        <w:rPr>
          <w:rFonts w:ascii="楷体" w:eastAsia="楷体" w:hAnsi="楷体" w:hint="eastAsia"/>
          <w:b/>
          <w:sz w:val="24"/>
          <w:szCs w:val="24"/>
        </w:rPr>
        <w:t>云南省</w:t>
      </w:r>
    </w:p>
    <w:p w:rsidR="00F71831" w:rsidRPr="00D42D22" w:rsidRDefault="00F71831" w:rsidP="00771817">
      <w:pPr>
        <w:spacing w:line="360" w:lineRule="auto"/>
        <w:rPr>
          <w:rFonts w:ascii="楷体" w:eastAsia="楷体" w:hAnsi="楷体"/>
          <w:sz w:val="24"/>
          <w:szCs w:val="24"/>
        </w:rPr>
      </w:pPr>
      <w:r w:rsidRPr="00D42D22">
        <w:rPr>
          <w:rFonts w:ascii="楷体" w:eastAsia="楷体" w:hAnsi="楷体" w:hint="eastAsia"/>
          <w:sz w:val="24"/>
          <w:szCs w:val="24"/>
        </w:rPr>
        <w:t>云南</w:t>
      </w:r>
      <w:r w:rsidRPr="00D42D22">
        <w:rPr>
          <w:rFonts w:ascii="楷体" w:eastAsia="楷体" w:hAnsi="楷体"/>
          <w:sz w:val="24"/>
          <w:szCs w:val="24"/>
        </w:rPr>
        <w:t>农业大学</w:t>
      </w:r>
    </w:p>
    <w:p w:rsidR="00771817" w:rsidRPr="00D42D22" w:rsidRDefault="00771817" w:rsidP="00771817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 w:rsidRPr="00D42D22">
        <w:rPr>
          <w:rFonts w:ascii="楷体" w:eastAsia="楷体" w:hAnsi="楷体" w:hint="eastAsia"/>
          <w:b/>
          <w:sz w:val="24"/>
          <w:szCs w:val="24"/>
        </w:rPr>
        <w:t>安徽省</w:t>
      </w:r>
    </w:p>
    <w:p w:rsidR="00771817" w:rsidRPr="00D42D22" w:rsidRDefault="00771817" w:rsidP="00771817">
      <w:pPr>
        <w:spacing w:line="360" w:lineRule="auto"/>
        <w:rPr>
          <w:rFonts w:ascii="楷体" w:eastAsia="楷体" w:hAnsi="楷体"/>
          <w:sz w:val="24"/>
          <w:szCs w:val="24"/>
        </w:rPr>
      </w:pPr>
      <w:r w:rsidRPr="00D42D22">
        <w:rPr>
          <w:rFonts w:ascii="楷体" w:eastAsia="楷体" w:hAnsi="楷体" w:hint="eastAsia"/>
          <w:sz w:val="24"/>
          <w:szCs w:val="24"/>
        </w:rPr>
        <w:t>安徽理工大学、黄山学院、安徽工业大学</w:t>
      </w:r>
    </w:p>
    <w:p w:rsidR="00771817" w:rsidRPr="00D42D22" w:rsidRDefault="00771817" w:rsidP="00771817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 w:rsidRPr="00D42D22">
        <w:rPr>
          <w:rFonts w:ascii="楷体" w:eastAsia="楷体" w:hAnsi="楷体"/>
          <w:b/>
          <w:sz w:val="24"/>
          <w:szCs w:val="24"/>
        </w:rPr>
        <w:t>河南</w:t>
      </w:r>
      <w:r w:rsidRPr="00D42D22">
        <w:rPr>
          <w:rFonts w:ascii="楷体" w:eastAsia="楷体" w:hAnsi="楷体" w:hint="eastAsia"/>
          <w:b/>
          <w:sz w:val="24"/>
          <w:szCs w:val="24"/>
        </w:rPr>
        <w:t>省</w:t>
      </w:r>
    </w:p>
    <w:p w:rsidR="00771817" w:rsidRPr="00D42D22" w:rsidRDefault="00771817" w:rsidP="00771817">
      <w:pPr>
        <w:spacing w:line="360" w:lineRule="auto"/>
        <w:rPr>
          <w:rFonts w:ascii="楷体" w:eastAsia="楷体" w:hAnsi="楷体"/>
          <w:sz w:val="24"/>
          <w:szCs w:val="24"/>
        </w:rPr>
      </w:pPr>
      <w:r w:rsidRPr="00D42D22">
        <w:rPr>
          <w:rFonts w:ascii="楷体" w:eastAsia="楷体" w:hAnsi="楷体" w:hint="eastAsia"/>
          <w:sz w:val="24"/>
          <w:szCs w:val="24"/>
        </w:rPr>
        <w:t>中国</w:t>
      </w:r>
      <w:r w:rsidRPr="00D42D22">
        <w:rPr>
          <w:rFonts w:ascii="楷体" w:eastAsia="楷体" w:hAnsi="楷体"/>
          <w:sz w:val="24"/>
          <w:szCs w:val="24"/>
        </w:rPr>
        <w:t>人民</w:t>
      </w:r>
      <w:r w:rsidRPr="00D42D22">
        <w:rPr>
          <w:rFonts w:ascii="楷体" w:eastAsia="楷体" w:hAnsi="楷体" w:hint="eastAsia"/>
          <w:sz w:val="24"/>
          <w:szCs w:val="24"/>
        </w:rPr>
        <w:t>解放军</w:t>
      </w:r>
      <w:r w:rsidRPr="00D42D22">
        <w:rPr>
          <w:rFonts w:ascii="楷体" w:eastAsia="楷体" w:hAnsi="楷体"/>
          <w:sz w:val="24"/>
          <w:szCs w:val="24"/>
        </w:rPr>
        <w:t>信息工程大学、河南大学、商丘工学院</w:t>
      </w:r>
    </w:p>
    <w:p w:rsidR="00771817" w:rsidRPr="00D97275" w:rsidRDefault="00771817" w:rsidP="00771817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 w:rsidRPr="00D42D22">
        <w:rPr>
          <w:rFonts w:ascii="楷体" w:eastAsia="楷体" w:hAnsi="楷体" w:hint="eastAsia"/>
          <w:b/>
          <w:sz w:val="24"/>
          <w:szCs w:val="24"/>
        </w:rPr>
        <w:t>湖北省</w:t>
      </w:r>
    </w:p>
    <w:p w:rsidR="00771817" w:rsidRPr="00D97275" w:rsidRDefault="00771817" w:rsidP="00771817">
      <w:pPr>
        <w:spacing w:line="360" w:lineRule="auto"/>
        <w:rPr>
          <w:rFonts w:ascii="楷体" w:eastAsia="楷体" w:hAnsi="楷体"/>
          <w:sz w:val="24"/>
          <w:szCs w:val="24"/>
        </w:rPr>
      </w:pPr>
      <w:r w:rsidRPr="00D97275">
        <w:rPr>
          <w:rFonts w:ascii="楷体" w:eastAsia="楷体" w:hAnsi="楷体" w:hint="eastAsia"/>
          <w:sz w:val="24"/>
          <w:szCs w:val="24"/>
        </w:rPr>
        <w:t>湖北工业大学、三峡大学</w:t>
      </w:r>
    </w:p>
    <w:p w:rsidR="00771817" w:rsidRPr="00D97275" w:rsidRDefault="00771817" w:rsidP="00771817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 w:rsidRPr="00D97275">
        <w:rPr>
          <w:rFonts w:ascii="楷体" w:eastAsia="楷体" w:hAnsi="楷体" w:hint="eastAsia"/>
          <w:b/>
          <w:sz w:val="24"/>
          <w:szCs w:val="24"/>
        </w:rPr>
        <w:t>湖南省</w:t>
      </w:r>
    </w:p>
    <w:p w:rsidR="00771817" w:rsidRPr="00D97275" w:rsidRDefault="00771817" w:rsidP="00771817">
      <w:pPr>
        <w:spacing w:line="360" w:lineRule="auto"/>
        <w:rPr>
          <w:rFonts w:ascii="楷体" w:eastAsia="楷体" w:hAnsi="楷体"/>
          <w:sz w:val="24"/>
          <w:szCs w:val="24"/>
        </w:rPr>
      </w:pPr>
      <w:r w:rsidRPr="00D97275">
        <w:rPr>
          <w:rFonts w:ascii="楷体" w:eastAsia="楷体" w:hAnsi="楷体" w:hint="eastAsia"/>
          <w:sz w:val="24"/>
          <w:szCs w:val="24"/>
        </w:rPr>
        <w:t>南华大学</w:t>
      </w:r>
    </w:p>
    <w:p w:rsidR="00771817" w:rsidRPr="00D97275" w:rsidRDefault="00771817" w:rsidP="00771817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 w:rsidRPr="00D97275">
        <w:rPr>
          <w:rFonts w:ascii="楷体" w:eastAsia="楷体" w:hAnsi="楷体" w:hint="eastAsia"/>
          <w:b/>
          <w:sz w:val="24"/>
          <w:szCs w:val="24"/>
        </w:rPr>
        <w:t>广东省</w:t>
      </w:r>
    </w:p>
    <w:p w:rsidR="00771817" w:rsidRPr="00D97275" w:rsidRDefault="00771817" w:rsidP="00771817">
      <w:pPr>
        <w:spacing w:line="360" w:lineRule="auto"/>
        <w:rPr>
          <w:rFonts w:ascii="楷体" w:eastAsia="楷体" w:hAnsi="楷体"/>
          <w:sz w:val="24"/>
          <w:szCs w:val="24"/>
        </w:rPr>
      </w:pPr>
      <w:r w:rsidRPr="00D97275">
        <w:rPr>
          <w:rFonts w:ascii="楷体" w:eastAsia="楷体" w:hAnsi="楷体" w:hint="eastAsia"/>
          <w:sz w:val="24"/>
          <w:szCs w:val="24"/>
        </w:rPr>
        <w:t>中山</w:t>
      </w:r>
      <w:r w:rsidRPr="00D97275">
        <w:rPr>
          <w:rFonts w:ascii="楷体" w:eastAsia="楷体" w:hAnsi="楷体"/>
          <w:sz w:val="24"/>
          <w:szCs w:val="24"/>
        </w:rPr>
        <w:t>大学、</w:t>
      </w:r>
      <w:r w:rsidRPr="00D97275">
        <w:rPr>
          <w:rFonts w:ascii="楷体" w:eastAsia="楷体" w:hAnsi="楷体" w:hint="eastAsia"/>
          <w:sz w:val="24"/>
          <w:szCs w:val="24"/>
        </w:rPr>
        <w:t>广东海洋大学、华南农业大学、广东白云学院</w:t>
      </w:r>
    </w:p>
    <w:p w:rsidR="00771817" w:rsidRPr="00D97275" w:rsidRDefault="00771817" w:rsidP="00771817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 w:rsidRPr="00D97275">
        <w:rPr>
          <w:rFonts w:ascii="楷体" w:eastAsia="楷体" w:hAnsi="楷体" w:hint="eastAsia"/>
          <w:b/>
          <w:sz w:val="24"/>
          <w:szCs w:val="24"/>
        </w:rPr>
        <w:t>广西省</w:t>
      </w:r>
    </w:p>
    <w:p w:rsidR="00771817" w:rsidRPr="00D97275" w:rsidRDefault="00771817" w:rsidP="00771817">
      <w:pPr>
        <w:spacing w:line="360" w:lineRule="auto"/>
        <w:rPr>
          <w:rFonts w:ascii="楷体" w:eastAsia="楷体" w:hAnsi="楷体"/>
          <w:sz w:val="24"/>
          <w:szCs w:val="24"/>
        </w:rPr>
      </w:pPr>
      <w:r w:rsidRPr="00D97275">
        <w:rPr>
          <w:rFonts w:ascii="楷体" w:eastAsia="楷体" w:hAnsi="楷体" w:hint="eastAsia"/>
          <w:sz w:val="24"/>
          <w:szCs w:val="24"/>
        </w:rPr>
        <w:t>桂林理工大学、桂林电子</w:t>
      </w:r>
      <w:r w:rsidRPr="00D97275">
        <w:rPr>
          <w:rFonts w:ascii="楷体" w:eastAsia="楷体" w:hAnsi="楷体"/>
          <w:sz w:val="24"/>
          <w:szCs w:val="24"/>
        </w:rPr>
        <w:t>科技大学</w:t>
      </w:r>
      <w:r w:rsidRPr="00D97275">
        <w:rPr>
          <w:rFonts w:ascii="楷体" w:eastAsia="楷体" w:hAnsi="楷体" w:hint="eastAsia"/>
          <w:sz w:val="24"/>
          <w:szCs w:val="24"/>
        </w:rPr>
        <w:t>、广西水利电力职业技术学院、广西国际商务</w:t>
      </w:r>
      <w:r w:rsidRPr="00D97275">
        <w:rPr>
          <w:rFonts w:ascii="楷体" w:eastAsia="楷体" w:hAnsi="楷体"/>
          <w:sz w:val="24"/>
          <w:szCs w:val="24"/>
        </w:rPr>
        <w:t>职业技术学院</w:t>
      </w:r>
    </w:p>
    <w:p w:rsidR="00771817" w:rsidRPr="00D97275" w:rsidRDefault="00771817" w:rsidP="00771817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 w:rsidRPr="00D97275">
        <w:rPr>
          <w:rFonts w:ascii="楷体" w:eastAsia="楷体" w:hAnsi="楷体" w:hint="eastAsia"/>
          <w:b/>
          <w:sz w:val="24"/>
          <w:szCs w:val="24"/>
        </w:rPr>
        <w:t>贵州省</w:t>
      </w:r>
    </w:p>
    <w:p w:rsidR="00771817" w:rsidRPr="00D97275" w:rsidRDefault="00771817" w:rsidP="00771817">
      <w:pPr>
        <w:spacing w:line="360" w:lineRule="auto"/>
        <w:rPr>
          <w:rFonts w:ascii="楷体" w:eastAsia="楷体" w:hAnsi="楷体"/>
          <w:sz w:val="24"/>
          <w:szCs w:val="24"/>
        </w:rPr>
      </w:pPr>
      <w:r w:rsidRPr="00D97275">
        <w:rPr>
          <w:rFonts w:ascii="楷体" w:eastAsia="楷体" w:hAnsi="楷体" w:hint="eastAsia"/>
          <w:sz w:val="24"/>
          <w:szCs w:val="24"/>
        </w:rPr>
        <w:t>贵州师范大学</w:t>
      </w:r>
    </w:p>
    <w:p w:rsidR="00771817" w:rsidRPr="00D97275" w:rsidRDefault="00771817" w:rsidP="00771817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 w:rsidRPr="00D97275">
        <w:rPr>
          <w:rFonts w:ascii="楷体" w:eastAsia="楷体" w:hAnsi="楷体" w:hint="eastAsia"/>
          <w:b/>
          <w:sz w:val="24"/>
          <w:szCs w:val="24"/>
        </w:rPr>
        <w:t>福建省</w:t>
      </w:r>
    </w:p>
    <w:p w:rsidR="00771817" w:rsidRPr="00D97275" w:rsidRDefault="00771817" w:rsidP="00771817">
      <w:pPr>
        <w:spacing w:line="360" w:lineRule="auto"/>
        <w:rPr>
          <w:rFonts w:ascii="楷体" w:eastAsia="楷体" w:hAnsi="楷体"/>
          <w:sz w:val="24"/>
          <w:szCs w:val="24"/>
        </w:rPr>
      </w:pPr>
      <w:r w:rsidRPr="00D97275">
        <w:rPr>
          <w:rFonts w:ascii="楷体" w:eastAsia="楷体" w:hAnsi="楷体"/>
          <w:sz w:val="24"/>
          <w:szCs w:val="24"/>
        </w:rPr>
        <w:t>厦门大学</w:t>
      </w:r>
      <w:r w:rsidRPr="00D97275">
        <w:rPr>
          <w:rFonts w:ascii="楷体" w:eastAsia="楷体" w:hAnsi="楷体" w:hint="eastAsia"/>
          <w:sz w:val="24"/>
          <w:szCs w:val="24"/>
        </w:rPr>
        <w:t>、福建农林大学</w:t>
      </w:r>
    </w:p>
    <w:p w:rsidR="00771817" w:rsidRPr="00D97275" w:rsidRDefault="00771817" w:rsidP="00771817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 w:rsidRPr="00D97275">
        <w:rPr>
          <w:rFonts w:ascii="楷体" w:eastAsia="楷体" w:hAnsi="楷体" w:hint="eastAsia"/>
          <w:b/>
          <w:sz w:val="24"/>
          <w:szCs w:val="24"/>
        </w:rPr>
        <w:t>陕西省</w:t>
      </w:r>
    </w:p>
    <w:p w:rsidR="00771817" w:rsidRPr="00D97275" w:rsidRDefault="00771817" w:rsidP="00771817">
      <w:pPr>
        <w:spacing w:line="360" w:lineRule="auto"/>
        <w:rPr>
          <w:rFonts w:ascii="楷体" w:eastAsia="楷体" w:hAnsi="楷体"/>
          <w:sz w:val="24"/>
          <w:szCs w:val="24"/>
        </w:rPr>
      </w:pPr>
      <w:r w:rsidRPr="00D97275">
        <w:rPr>
          <w:rFonts w:ascii="楷体" w:eastAsia="楷体" w:hAnsi="楷体" w:hint="eastAsia"/>
          <w:sz w:val="24"/>
          <w:szCs w:val="24"/>
        </w:rPr>
        <w:t>长安大学、西安通信学院、渭南师范学院</w:t>
      </w:r>
    </w:p>
    <w:p w:rsidR="00771817" w:rsidRPr="00D97275" w:rsidRDefault="00771817" w:rsidP="00771817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 w:rsidRPr="00D97275">
        <w:rPr>
          <w:rFonts w:ascii="楷体" w:eastAsia="楷体" w:hAnsi="楷体" w:hint="eastAsia"/>
          <w:b/>
          <w:sz w:val="24"/>
          <w:szCs w:val="24"/>
        </w:rPr>
        <w:t>甘肃省</w:t>
      </w:r>
    </w:p>
    <w:p w:rsidR="00771817" w:rsidRPr="00D97275" w:rsidRDefault="00771817" w:rsidP="00771817">
      <w:pPr>
        <w:spacing w:line="360" w:lineRule="auto"/>
        <w:rPr>
          <w:rFonts w:ascii="楷体" w:eastAsia="楷体" w:hAnsi="楷体"/>
          <w:sz w:val="24"/>
          <w:szCs w:val="24"/>
        </w:rPr>
      </w:pPr>
      <w:r w:rsidRPr="00D97275">
        <w:rPr>
          <w:rFonts w:ascii="楷体" w:eastAsia="楷体" w:hAnsi="楷体" w:hint="eastAsia"/>
          <w:sz w:val="24"/>
          <w:szCs w:val="24"/>
        </w:rPr>
        <w:t>兰州交通大学</w:t>
      </w:r>
    </w:p>
    <w:p w:rsidR="00771817" w:rsidRPr="00D97275" w:rsidRDefault="00771817" w:rsidP="00771817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 w:rsidRPr="00D97275">
        <w:rPr>
          <w:rFonts w:ascii="楷体" w:eastAsia="楷体" w:hAnsi="楷体" w:hint="eastAsia"/>
          <w:b/>
          <w:sz w:val="24"/>
          <w:szCs w:val="24"/>
        </w:rPr>
        <w:t>青海省</w:t>
      </w:r>
    </w:p>
    <w:p w:rsidR="00771817" w:rsidRPr="00D97275" w:rsidRDefault="00771817" w:rsidP="00771817">
      <w:pPr>
        <w:spacing w:line="360" w:lineRule="auto"/>
        <w:rPr>
          <w:rFonts w:ascii="楷体" w:eastAsia="楷体" w:hAnsi="楷体"/>
          <w:sz w:val="24"/>
          <w:szCs w:val="24"/>
        </w:rPr>
      </w:pPr>
      <w:r w:rsidRPr="00D97275">
        <w:rPr>
          <w:rFonts w:ascii="楷体" w:eastAsia="楷体" w:hAnsi="楷体" w:hint="eastAsia"/>
          <w:sz w:val="24"/>
          <w:szCs w:val="24"/>
        </w:rPr>
        <w:t>青海民族大学</w:t>
      </w:r>
    </w:p>
    <w:p w:rsidR="00771817" w:rsidRPr="00D97275" w:rsidRDefault="00771817" w:rsidP="00771817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 w:rsidRPr="00D97275">
        <w:rPr>
          <w:rFonts w:ascii="楷体" w:eastAsia="楷体" w:hAnsi="楷体"/>
          <w:b/>
          <w:sz w:val="24"/>
          <w:szCs w:val="24"/>
        </w:rPr>
        <w:t>新疆维吾尔族自治区</w:t>
      </w:r>
    </w:p>
    <w:p w:rsidR="00771817" w:rsidRPr="00D97275" w:rsidRDefault="00771817" w:rsidP="00F71831">
      <w:pPr>
        <w:spacing w:line="360" w:lineRule="auto"/>
        <w:rPr>
          <w:rFonts w:ascii="楷体" w:eastAsia="楷体" w:hAnsi="楷体"/>
          <w:sz w:val="24"/>
          <w:szCs w:val="24"/>
        </w:rPr>
      </w:pPr>
      <w:r w:rsidRPr="00D97275">
        <w:rPr>
          <w:rFonts w:ascii="楷体" w:eastAsia="楷体" w:hAnsi="楷体" w:hint="eastAsia"/>
          <w:sz w:val="24"/>
          <w:szCs w:val="24"/>
        </w:rPr>
        <w:t>新疆医科大学、新疆教育学院</w:t>
      </w:r>
    </w:p>
    <w:sectPr w:rsidR="00771817" w:rsidRPr="00D97275" w:rsidSect="0049227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6CD" w:rsidRDefault="002F76CD" w:rsidP="006924FF">
      <w:r>
        <w:separator/>
      </w:r>
    </w:p>
  </w:endnote>
  <w:endnote w:type="continuationSeparator" w:id="0">
    <w:p w:rsidR="002F76CD" w:rsidRDefault="002F76CD" w:rsidP="0069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817" w:rsidRDefault="00C57D71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427FA1" w:rsidRPr="00427FA1">
      <w:rPr>
        <w:noProof/>
        <w:lang w:val="zh-CN"/>
      </w:rPr>
      <w:t>2</w:t>
    </w:r>
    <w:r>
      <w:rPr>
        <w:noProof/>
        <w:lang w:val="zh-CN"/>
      </w:rPr>
      <w:fldChar w:fldCharType="end"/>
    </w:r>
  </w:p>
  <w:p w:rsidR="00771817" w:rsidRDefault="0077181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6CD" w:rsidRDefault="002F76CD" w:rsidP="006924FF">
      <w:r>
        <w:separator/>
      </w:r>
    </w:p>
  </w:footnote>
  <w:footnote w:type="continuationSeparator" w:id="0">
    <w:p w:rsidR="002F76CD" w:rsidRDefault="002F76CD" w:rsidP="00692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C7157"/>
    <w:multiLevelType w:val="hybridMultilevel"/>
    <w:tmpl w:val="C3CE70FA"/>
    <w:lvl w:ilvl="0" w:tplc="8ACC31E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B00AF8"/>
    <w:multiLevelType w:val="hybridMultilevel"/>
    <w:tmpl w:val="974A63B2"/>
    <w:lvl w:ilvl="0" w:tplc="EE8AB4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5A12822"/>
    <w:multiLevelType w:val="hybridMultilevel"/>
    <w:tmpl w:val="C09255BA"/>
    <w:lvl w:ilvl="0" w:tplc="30C07FA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5DA32E9"/>
    <w:multiLevelType w:val="hybridMultilevel"/>
    <w:tmpl w:val="279C064E"/>
    <w:lvl w:ilvl="0" w:tplc="3D9849F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06426D6"/>
    <w:multiLevelType w:val="hybridMultilevel"/>
    <w:tmpl w:val="29AE6FD4"/>
    <w:lvl w:ilvl="0" w:tplc="9C90C1B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A305DF7"/>
    <w:multiLevelType w:val="hybridMultilevel"/>
    <w:tmpl w:val="7F963B8E"/>
    <w:lvl w:ilvl="0" w:tplc="DA5ECAE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D6E3B4D"/>
    <w:multiLevelType w:val="hybridMultilevel"/>
    <w:tmpl w:val="D408ED3E"/>
    <w:lvl w:ilvl="0" w:tplc="86BC4D8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EE73FAB"/>
    <w:multiLevelType w:val="hybridMultilevel"/>
    <w:tmpl w:val="ADF8A494"/>
    <w:lvl w:ilvl="0" w:tplc="C2C6B2B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6B77C1E"/>
    <w:multiLevelType w:val="hybridMultilevel"/>
    <w:tmpl w:val="69F6A172"/>
    <w:lvl w:ilvl="0" w:tplc="DFCE7AA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85211A6"/>
    <w:multiLevelType w:val="hybridMultilevel"/>
    <w:tmpl w:val="AF48F34E"/>
    <w:lvl w:ilvl="0" w:tplc="0994D75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3B72826"/>
    <w:multiLevelType w:val="hybridMultilevel"/>
    <w:tmpl w:val="8E00139E"/>
    <w:lvl w:ilvl="0" w:tplc="49300DA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F09041B"/>
    <w:multiLevelType w:val="hybridMultilevel"/>
    <w:tmpl w:val="8CD2E2C6"/>
    <w:lvl w:ilvl="0" w:tplc="C1D457F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C970220"/>
    <w:multiLevelType w:val="hybridMultilevel"/>
    <w:tmpl w:val="EDEC23B6"/>
    <w:lvl w:ilvl="0" w:tplc="B97077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FAE0F07"/>
    <w:multiLevelType w:val="hybridMultilevel"/>
    <w:tmpl w:val="66E4D9B0"/>
    <w:lvl w:ilvl="0" w:tplc="8C86766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4"/>
  </w:num>
  <w:num w:numId="7">
    <w:abstractNumId w:val="6"/>
  </w:num>
  <w:num w:numId="8">
    <w:abstractNumId w:val="8"/>
  </w:num>
  <w:num w:numId="9">
    <w:abstractNumId w:val="12"/>
  </w:num>
  <w:num w:numId="10">
    <w:abstractNumId w:val="9"/>
  </w:num>
  <w:num w:numId="11">
    <w:abstractNumId w:val="13"/>
  </w:num>
  <w:num w:numId="12">
    <w:abstractNumId w:val="3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1625"/>
    <w:rsid w:val="0002598F"/>
    <w:rsid w:val="0002612A"/>
    <w:rsid w:val="00054186"/>
    <w:rsid w:val="00091694"/>
    <w:rsid w:val="000B7918"/>
    <w:rsid w:val="00130AF4"/>
    <w:rsid w:val="0013582A"/>
    <w:rsid w:val="001363E1"/>
    <w:rsid w:val="001449C4"/>
    <w:rsid w:val="0016679B"/>
    <w:rsid w:val="001764A2"/>
    <w:rsid w:val="0019185E"/>
    <w:rsid w:val="001A126A"/>
    <w:rsid w:val="001C0405"/>
    <w:rsid w:val="001C5ECC"/>
    <w:rsid w:val="00206A2F"/>
    <w:rsid w:val="0020735C"/>
    <w:rsid w:val="00210508"/>
    <w:rsid w:val="00216ECA"/>
    <w:rsid w:val="0025646E"/>
    <w:rsid w:val="002C6941"/>
    <w:rsid w:val="002F475E"/>
    <w:rsid w:val="002F76CD"/>
    <w:rsid w:val="0035604E"/>
    <w:rsid w:val="00386B3F"/>
    <w:rsid w:val="00397A01"/>
    <w:rsid w:val="003B019D"/>
    <w:rsid w:val="003B6380"/>
    <w:rsid w:val="003D302D"/>
    <w:rsid w:val="00427FA1"/>
    <w:rsid w:val="004447BE"/>
    <w:rsid w:val="0048187D"/>
    <w:rsid w:val="00484883"/>
    <w:rsid w:val="00492279"/>
    <w:rsid w:val="004A333F"/>
    <w:rsid w:val="004C0B84"/>
    <w:rsid w:val="004C4BDE"/>
    <w:rsid w:val="004E70D1"/>
    <w:rsid w:val="00515AD0"/>
    <w:rsid w:val="00545A17"/>
    <w:rsid w:val="0054790E"/>
    <w:rsid w:val="00554938"/>
    <w:rsid w:val="005553F5"/>
    <w:rsid w:val="005737EF"/>
    <w:rsid w:val="005A14F5"/>
    <w:rsid w:val="005C564F"/>
    <w:rsid w:val="005D159A"/>
    <w:rsid w:val="005E3F8B"/>
    <w:rsid w:val="005E65A7"/>
    <w:rsid w:val="005F293A"/>
    <w:rsid w:val="006503AF"/>
    <w:rsid w:val="00666A2C"/>
    <w:rsid w:val="00692007"/>
    <w:rsid w:val="006924FF"/>
    <w:rsid w:val="006D193A"/>
    <w:rsid w:val="006F04AF"/>
    <w:rsid w:val="00735134"/>
    <w:rsid w:val="00737C51"/>
    <w:rsid w:val="00771817"/>
    <w:rsid w:val="0077275A"/>
    <w:rsid w:val="007A680C"/>
    <w:rsid w:val="007A6850"/>
    <w:rsid w:val="0080112E"/>
    <w:rsid w:val="00812832"/>
    <w:rsid w:val="00834E46"/>
    <w:rsid w:val="00841A28"/>
    <w:rsid w:val="008532AF"/>
    <w:rsid w:val="008738E2"/>
    <w:rsid w:val="008B273E"/>
    <w:rsid w:val="008D1801"/>
    <w:rsid w:val="008E3B72"/>
    <w:rsid w:val="0091364A"/>
    <w:rsid w:val="009354AF"/>
    <w:rsid w:val="009451B1"/>
    <w:rsid w:val="009455D4"/>
    <w:rsid w:val="009457D6"/>
    <w:rsid w:val="009553A9"/>
    <w:rsid w:val="00973D4A"/>
    <w:rsid w:val="009A4D97"/>
    <w:rsid w:val="009D107A"/>
    <w:rsid w:val="00A253FA"/>
    <w:rsid w:val="00AF0FB0"/>
    <w:rsid w:val="00B134A4"/>
    <w:rsid w:val="00B14BD8"/>
    <w:rsid w:val="00B16CE8"/>
    <w:rsid w:val="00B400F2"/>
    <w:rsid w:val="00B55EF2"/>
    <w:rsid w:val="00BB114C"/>
    <w:rsid w:val="00BB46FE"/>
    <w:rsid w:val="00BB6DCA"/>
    <w:rsid w:val="00BD3C5D"/>
    <w:rsid w:val="00C102B7"/>
    <w:rsid w:val="00C45619"/>
    <w:rsid w:val="00C57D71"/>
    <w:rsid w:val="00C86AB0"/>
    <w:rsid w:val="00C93319"/>
    <w:rsid w:val="00CB1502"/>
    <w:rsid w:val="00CB52D1"/>
    <w:rsid w:val="00CE5976"/>
    <w:rsid w:val="00CF0593"/>
    <w:rsid w:val="00D078BE"/>
    <w:rsid w:val="00D12BF5"/>
    <w:rsid w:val="00D42D22"/>
    <w:rsid w:val="00D462D5"/>
    <w:rsid w:val="00D504C3"/>
    <w:rsid w:val="00D61887"/>
    <w:rsid w:val="00D83864"/>
    <w:rsid w:val="00D97275"/>
    <w:rsid w:val="00DB06B4"/>
    <w:rsid w:val="00DE39A9"/>
    <w:rsid w:val="00DE52C6"/>
    <w:rsid w:val="00DF0494"/>
    <w:rsid w:val="00E04A72"/>
    <w:rsid w:val="00E33E79"/>
    <w:rsid w:val="00E77636"/>
    <w:rsid w:val="00E93352"/>
    <w:rsid w:val="00EB295E"/>
    <w:rsid w:val="00EC5F0E"/>
    <w:rsid w:val="00F14520"/>
    <w:rsid w:val="00F63413"/>
    <w:rsid w:val="00F6600A"/>
    <w:rsid w:val="00F71831"/>
    <w:rsid w:val="00F76961"/>
    <w:rsid w:val="00F827BA"/>
    <w:rsid w:val="00FA4806"/>
    <w:rsid w:val="00FB1625"/>
    <w:rsid w:val="00FB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1E8F71E-A675-4772-95A6-8B3A52C37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27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24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6924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24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6924FF"/>
    <w:rPr>
      <w:sz w:val="18"/>
      <w:szCs w:val="18"/>
    </w:rPr>
  </w:style>
  <w:style w:type="paragraph" w:styleId="a5">
    <w:name w:val="List Paragraph"/>
    <w:basedOn w:val="a"/>
    <w:uiPriority w:val="34"/>
    <w:qFormat/>
    <w:rsid w:val="005A14F5"/>
    <w:pPr>
      <w:ind w:firstLineChars="200" w:firstLine="420"/>
    </w:pPr>
  </w:style>
  <w:style w:type="character" w:styleId="a6">
    <w:name w:val="Hyperlink"/>
    <w:uiPriority w:val="99"/>
    <w:semiHidden/>
    <w:unhideWhenUsed/>
    <w:rsid w:val="00834E46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333333"/>
      <w:sz w:val="18"/>
      <w:szCs w:val="18"/>
      <w:u w:val="none"/>
      <w:effect w:val="none"/>
    </w:rPr>
  </w:style>
  <w:style w:type="paragraph" w:styleId="a7">
    <w:name w:val="Balloon Text"/>
    <w:basedOn w:val="a"/>
    <w:link w:val="Char1"/>
    <w:uiPriority w:val="99"/>
    <w:semiHidden/>
    <w:unhideWhenUsed/>
    <w:rsid w:val="00484883"/>
    <w:rPr>
      <w:sz w:val="18"/>
      <w:szCs w:val="18"/>
    </w:rPr>
  </w:style>
  <w:style w:type="character" w:customStyle="1" w:styleId="Char1">
    <w:name w:val="批注框文本 Char"/>
    <w:link w:val="a7"/>
    <w:uiPriority w:val="99"/>
    <w:semiHidden/>
    <w:rsid w:val="0048488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3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5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LH\Desktop\&#20248;&#31168;&#32452;&#32455;&#22870;\2013-10-23&#30465;&#12289;&#26657;&#20248;&#31168;&#32452;&#32455;&#22870;&#65288;&#21407;&#21517;&#31216;&#65289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AC3B3E-E529-46AB-B9D8-78FEE3DC4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2013-10-23省、校优秀组织奖（原名称）</Template>
  <TotalTime>105</TotalTime>
  <Pages>3</Pages>
  <Words>163</Words>
  <Characters>934</Characters>
  <Application>Microsoft Office Word</Application>
  <DocSecurity>0</DocSecurity>
  <Lines>7</Lines>
  <Paragraphs>2</Paragraphs>
  <ScaleCrop>false</ScaleCrop>
  <Company>CHINA</Company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fyb</dc:creator>
  <cp:lastModifiedBy>DLH</cp:lastModifiedBy>
  <cp:revision>3</cp:revision>
  <cp:lastPrinted>2013-10-24T08:11:00Z</cp:lastPrinted>
  <dcterms:created xsi:type="dcterms:W3CDTF">2013-10-23T07:54:00Z</dcterms:created>
  <dcterms:modified xsi:type="dcterms:W3CDTF">2013-10-24T08:26:00Z</dcterms:modified>
</cp:coreProperties>
</file>